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D9" w:rsidRDefault="00117CD9">
      <w:pPr>
        <w:spacing w:line="360" w:lineRule="auto"/>
        <w:ind w:firstLine="0"/>
        <w:rPr>
          <w:sz w:val="24"/>
        </w:rPr>
      </w:pPr>
    </w:p>
    <w:p w:rsidR="00117CD9" w:rsidRDefault="00117CD9">
      <w:pPr>
        <w:spacing w:line="360" w:lineRule="auto"/>
        <w:ind w:right="567" w:firstLine="0"/>
        <w:rPr>
          <w:sz w:val="24"/>
        </w:rPr>
      </w:pPr>
    </w:p>
    <w:p w:rsidR="00117CD9" w:rsidRDefault="00117CD9">
      <w:pPr>
        <w:spacing w:line="360" w:lineRule="auto"/>
        <w:ind w:right="567" w:firstLine="0"/>
        <w:rPr>
          <w:sz w:val="24"/>
        </w:rPr>
      </w:pPr>
    </w:p>
    <w:p w:rsidR="00117CD9" w:rsidRDefault="00117CD9">
      <w:pPr>
        <w:spacing w:line="360" w:lineRule="auto"/>
        <w:ind w:right="567" w:firstLine="0"/>
        <w:jc w:val="center"/>
        <w:rPr>
          <w:sz w:val="24"/>
        </w:rPr>
      </w:pPr>
    </w:p>
    <w:p w:rsidR="00117CD9" w:rsidRDefault="00117CD9">
      <w:pPr>
        <w:spacing w:line="360" w:lineRule="auto"/>
        <w:ind w:right="567" w:firstLine="0"/>
        <w:rPr>
          <w:sz w:val="24"/>
        </w:rPr>
      </w:pPr>
    </w:p>
    <w:p w:rsidR="008E2C66" w:rsidRDefault="008E2C66" w:rsidP="008E2C66">
      <w:pPr>
        <w:pStyle w:val="Header"/>
        <w:tabs>
          <w:tab w:val="left" w:pos="6096"/>
          <w:tab w:val="center" w:pos="7655"/>
        </w:tabs>
        <w:ind w:firstLine="0"/>
        <w:rPr>
          <w:sz w:val="24"/>
        </w:rPr>
      </w:pPr>
    </w:p>
    <w:p w:rsidR="003929F4" w:rsidRDefault="003929F4" w:rsidP="00326F5F">
      <w:pPr>
        <w:pStyle w:val="Header"/>
        <w:tabs>
          <w:tab w:val="left" w:pos="6096"/>
          <w:tab w:val="center" w:pos="7655"/>
        </w:tabs>
        <w:ind w:firstLine="0"/>
        <w:rPr>
          <w:sz w:val="24"/>
          <w:szCs w:val="24"/>
        </w:rPr>
      </w:pPr>
    </w:p>
    <w:p w:rsidR="008C21CF" w:rsidRPr="00A7722E" w:rsidRDefault="00EE2B56" w:rsidP="00A7722E">
      <w:pPr>
        <w:pStyle w:val="Header"/>
        <w:tabs>
          <w:tab w:val="clear" w:pos="4153"/>
          <w:tab w:val="left" w:pos="5387"/>
          <w:tab w:val="left" w:pos="6096"/>
          <w:tab w:val="center" w:pos="7655"/>
        </w:tabs>
        <w:spacing w:line="360" w:lineRule="auto"/>
        <w:ind w:right="141" w:firstLine="0"/>
        <w:rPr>
          <w:sz w:val="24"/>
          <w:szCs w:val="24"/>
        </w:rPr>
      </w:pPr>
      <w:r>
        <w:rPr>
          <w:sz w:val="24"/>
          <w:szCs w:val="24"/>
        </w:rPr>
        <w:t>UAB „</w:t>
      </w:r>
      <w:proofErr w:type="spellStart"/>
      <w:r w:rsidR="00634B06">
        <w:rPr>
          <w:sz w:val="24"/>
          <w:szCs w:val="24"/>
        </w:rPr>
        <w:t>Daugesta</w:t>
      </w:r>
      <w:proofErr w:type="spellEnd"/>
      <w:r w:rsidR="009E5717">
        <w:rPr>
          <w:sz w:val="24"/>
          <w:szCs w:val="24"/>
        </w:rPr>
        <w:t>“</w:t>
      </w:r>
      <w:r w:rsidR="003A2C01" w:rsidRPr="00A7722E">
        <w:rPr>
          <w:sz w:val="24"/>
          <w:szCs w:val="24"/>
        </w:rPr>
        <w:tab/>
      </w:r>
      <w:r w:rsidR="003A2C01" w:rsidRPr="00A7722E">
        <w:rPr>
          <w:sz w:val="24"/>
          <w:szCs w:val="24"/>
        </w:rPr>
        <w:tab/>
      </w:r>
      <w:r w:rsidR="00C6719B" w:rsidRPr="00A7722E">
        <w:rPr>
          <w:sz w:val="24"/>
          <w:szCs w:val="24"/>
        </w:rPr>
        <w:t>20</w:t>
      </w:r>
      <w:r w:rsidR="005201C6">
        <w:rPr>
          <w:sz w:val="24"/>
          <w:szCs w:val="24"/>
        </w:rPr>
        <w:t>20</w:t>
      </w:r>
      <w:r w:rsidR="008C21CF" w:rsidRPr="00A7722E">
        <w:rPr>
          <w:sz w:val="24"/>
          <w:szCs w:val="24"/>
        </w:rPr>
        <w:t>-</w:t>
      </w:r>
      <w:r w:rsidR="005201C6">
        <w:rPr>
          <w:sz w:val="24"/>
          <w:szCs w:val="24"/>
        </w:rPr>
        <w:t>0</w:t>
      </w:r>
      <w:r w:rsidR="00AA519C">
        <w:rPr>
          <w:sz w:val="24"/>
          <w:szCs w:val="24"/>
        </w:rPr>
        <w:t>7</w:t>
      </w:r>
      <w:r w:rsidR="008C21CF" w:rsidRPr="00A7722E">
        <w:rPr>
          <w:sz w:val="24"/>
          <w:szCs w:val="24"/>
        </w:rPr>
        <w:t>-     Nr.</w:t>
      </w:r>
    </w:p>
    <w:p w:rsidR="005770C9" w:rsidRPr="008E7C8D" w:rsidRDefault="009D7D54" w:rsidP="00A7722E">
      <w:pPr>
        <w:pStyle w:val="Header"/>
        <w:tabs>
          <w:tab w:val="left" w:pos="5387"/>
          <w:tab w:val="center" w:pos="7655"/>
        </w:tabs>
        <w:spacing w:line="360" w:lineRule="auto"/>
        <w:ind w:right="141" w:firstLine="0"/>
        <w:rPr>
          <w:color w:val="548DD4"/>
          <w:sz w:val="24"/>
          <w:szCs w:val="24"/>
          <w:u w:val="single"/>
        </w:rPr>
      </w:pPr>
      <w:hyperlink r:id="rId8" w:history="1">
        <w:r w:rsidRPr="001E4E9D">
          <w:rPr>
            <w:rStyle w:val="Hyperlink"/>
          </w:rPr>
          <w:t>info@daugesta.lt</w:t>
        </w:r>
      </w:hyperlink>
      <w:r w:rsidR="007A4B53" w:rsidRPr="007A4B53">
        <w:rPr>
          <w:color w:val="548DD4"/>
        </w:rPr>
        <w:tab/>
      </w:r>
      <w:r w:rsidR="007A4B53" w:rsidRPr="007A4B53">
        <w:rPr>
          <w:color w:val="548DD4"/>
        </w:rPr>
        <w:tab/>
      </w:r>
      <w:r w:rsidR="007A4B53">
        <w:rPr>
          <w:color w:val="548DD4"/>
        </w:rPr>
        <w:t xml:space="preserve">           </w:t>
      </w:r>
      <w:r w:rsidR="005201C6">
        <w:t>Į 2020</w:t>
      </w:r>
      <w:r w:rsidR="007A4B53" w:rsidRPr="007A4B53">
        <w:t>-</w:t>
      </w:r>
      <w:r w:rsidR="00634B06">
        <w:t>0</w:t>
      </w:r>
      <w:r w:rsidR="00AA519C">
        <w:t>7</w:t>
      </w:r>
      <w:r w:rsidR="00634B06">
        <w:t>-</w:t>
      </w:r>
      <w:r w:rsidR="00AA519C">
        <w:t>28</w:t>
      </w:r>
      <w:r w:rsidR="00634B06">
        <w:t xml:space="preserve"> prašymą</w:t>
      </w:r>
    </w:p>
    <w:p w:rsidR="004675C2" w:rsidRDefault="003A2C01" w:rsidP="00A7722E">
      <w:pPr>
        <w:spacing w:line="360" w:lineRule="auto"/>
        <w:ind w:right="141" w:firstLine="0"/>
        <w:rPr>
          <w:sz w:val="24"/>
          <w:szCs w:val="24"/>
        </w:rPr>
      </w:pPr>
      <w:r w:rsidRPr="00A7722E">
        <w:rPr>
          <w:sz w:val="24"/>
          <w:szCs w:val="24"/>
        </w:rPr>
        <w:tab/>
      </w:r>
    </w:p>
    <w:p w:rsidR="00262963" w:rsidRDefault="00262963" w:rsidP="00262963">
      <w:pPr>
        <w:pStyle w:val="BodyText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DĖL ATLIKTŲ DARBŲ VERTINIMO</w:t>
      </w:r>
    </w:p>
    <w:p w:rsidR="00262963" w:rsidRDefault="00262963" w:rsidP="00262963">
      <w:pPr>
        <w:spacing w:line="360" w:lineRule="auto"/>
        <w:ind w:firstLine="0"/>
        <w:rPr>
          <w:sz w:val="24"/>
          <w:szCs w:val="24"/>
        </w:rPr>
      </w:pPr>
    </w:p>
    <w:p w:rsidR="005201C6" w:rsidRDefault="009C2A5E" w:rsidP="00262963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UAB „</w:t>
      </w:r>
      <w:proofErr w:type="spellStart"/>
      <w:r>
        <w:rPr>
          <w:sz w:val="24"/>
          <w:szCs w:val="24"/>
        </w:rPr>
        <w:t>Daugesta</w:t>
      </w:r>
      <w:proofErr w:type="spellEnd"/>
      <w:r w:rsidR="00262963">
        <w:rPr>
          <w:sz w:val="24"/>
          <w:szCs w:val="24"/>
        </w:rPr>
        <w:t>“, pagal su Prienų rajono savivaldybės administracija</w:t>
      </w:r>
      <w:r w:rsidR="005201C6">
        <w:rPr>
          <w:sz w:val="24"/>
          <w:szCs w:val="24"/>
        </w:rPr>
        <w:t xml:space="preserve"> sudarytas sutartis atliko šiuos darbus:</w:t>
      </w:r>
    </w:p>
    <w:p w:rsidR="00262963" w:rsidRDefault="005201C6" w:rsidP="005201C6">
      <w:pPr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Pagal </w:t>
      </w:r>
      <w:r w:rsidR="00262963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="00262963">
        <w:rPr>
          <w:sz w:val="24"/>
          <w:szCs w:val="24"/>
        </w:rPr>
        <w:t xml:space="preserve"> m. </w:t>
      </w:r>
      <w:r w:rsidR="009C2A5E">
        <w:rPr>
          <w:sz w:val="24"/>
          <w:szCs w:val="24"/>
        </w:rPr>
        <w:t>rugpjūčio 6</w:t>
      </w:r>
      <w:r w:rsidR="00262963">
        <w:rPr>
          <w:sz w:val="24"/>
          <w:szCs w:val="24"/>
        </w:rPr>
        <w:t xml:space="preserve"> d. </w:t>
      </w:r>
      <w:r>
        <w:rPr>
          <w:sz w:val="24"/>
          <w:szCs w:val="24"/>
        </w:rPr>
        <w:t>sudarytą rangos sutartį Nr. D1-</w:t>
      </w:r>
      <w:r w:rsidR="009C2A5E">
        <w:rPr>
          <w:sz w:val="24"/>
          <w:szCs w:val="24"/>
        </w:rPr>
        <w:t>5</w:t>
      </w:r>
      <w:r w:rsidR="006E7D16">
        <w:rPr>
          <w:sz w:val="24"/>
          <w:szCs w:val="24"/>
        </w:rPr>
        <w:t>50</w:t>
      </w:r>
      <w:r w:rsidR="00262963">
        <w:rPr>
          <w:sz w:val="24"/>
          <w:szCs w:val="24"/>
        </w:rPr>
        <w:t xml:space="preserve"> „</w:t>
      </w:r>
      <w:r w:rsidR="009C2A5E">
        <w:rPr>
          <w:sz w:val="24"/>
          <w:szCs w:val="24"/>
        </w:rPr>
        <w:t xml:space="preserve">Prienų miesto </w:t>
      </w:r>
      <w:r w:rsidR="006E7D16">
        <w:rPr>
          <w:sz w:val="24"/>
          <w:szCs w:val="24"/>
        </w:rPr>
        <w:t>Ropių</w:t>
      </w:r>
      <w:r w:rsidR="009C2A5E">
        <w:rPr>
          <w:sz w:val="24"/>
          <w:szCs w:val="24"/>
        </w:rPr>
        <w:t xml:space="preserve"> gatvės (Nr. PR-</w:t>
      </w:r>
      <w:r w:rsidR="006E7D16">
        <w:rPr>
          <w:sz w:val="24"/>
          <w:szCs w:val="24"/>
        </w:rPr>
        <w:t>39</w:t>
      </w:r>
      <w:r w:rsidR="009C2A5E">
        <w:rPr>
          <w:sz w:val="24"/>
          <w:szCs w:val="24"/>
        </w:rPr>
        <w:t>), esančios sodininkų bendrijos „</w:t>
      </w:r>
      <w:r w:rsidR="006E7D16">
        <w:rPr>
          <w:sz w:val="24"/>
          <w:szCs w:val="24"/>
        </w:rPr>
        <w:t>Vandenis</w:t>
      </w:r>
      <w:r w:rsidR="009C2A5E">
        <w:rPr>
          <w:sz w:val="24"/>
          <w:szCs w:val="24"/>
        </w:rPr>
        <w:t>“ teritorijoje, kapitalinis remontas, parengiant kapitalinio remonto aprašą</w:t>
      </w:r>
      <w:r>
        <w:rPr>
          <w:sz w:val="24"/>
          <w:szCs w:val="24"/>
        </w:rPr>
        <w:t>“</w:t>
      </w:r>
      <w:r w:rsidR="00262963">
        <w:rPr>
          <w:sz w:val="24"/>
          <w:szCs w:val="24"/>
        </w:rPr>
        <w:t xml:space="preserve"> atliko </w:t>
      </w:r>
      <w:r w:rsidR="009C2A5E">
        <w:rPr>
          <w:sz w:val="24"/>
          <w:szCs w:val="24"/>
        </w:rPr>
        <w:t>kapitalinio</w:t>
      </w:r>
      <w:r>
        <w:rPr>
          <w:sz w:val="24"/>
          <w:szCs w:val="24"/>
        </w:rPr>
        <w:t xml:space="preserve"> remonto darbus. Bendra</w:t>
      </w:r>
      <w:r w:rsidR="00262963">
        <w:rPr>
          <w:sz w:val="24"/>
          <w:szCs w:val="24"/>
        </w:rPr>
        <w:t xml:space="preserve"> darbų vertė –</w:t>
      </w:r>
      <w:r w:rsidR="006E7D16">
        <w:rPr>
          <w:sz w:val="24"/>
          <w:szCs w:val="24"/>
        </w:rPr>
        <w:t xml:space="preserve"> 99</w:t>
      </w:r>
      <w:r w:rsidR="00EF6A06">
        <w:rPr>
          <w:sz w:val="24"/>
          <w:szCs w:val="24"/>
        </w:rPr>
        <w:t xml:space="preserve"> </w:t>
      </w:r>
      <w:r w:rsidR="006E7D16">
        <w:rPr>
          <w:sz w:val="24"/>
          <w:szCs w:val="24"/>
        </w:rPr>
        <w:t xml:space="preserve">152,92 </w:t>
      </w:r>
      <w:proofErr w:type="spellStart"/>
      <w:r w:rsidR="00262963">
        <w:rPr>
          <w:sz w:val="24"/>
          <w:szCs w:val="24"/>
        </w:rPr>
        <w:t>Eur</w:t>
      </w:r>
      <w:proofErr w:type="spellEnd"/>
      <w:r w:rsidR="00262963">
        <w:rPr>
          <w:sz w:val="24"/>
          <w:szCs w:val="24"/>
        </w:rPr>
        <w:t xml:space="preserve"> su PVM, darbų trukmė nuo 201</w:t>
      </w:r>
      <w:r>
        <w:rPr>
          <w:sz w:val="24"/>
          <w:szCs w:val="24"/>
        </w:rPr>
        <w:t>9</w:t>
      </w:r>
      <w:r w:rsidR="00262963">
        <w:rPr>
          <w:sz w:val="24"/>
          <w:szCs w:val="24"/>
        </w:rPr>
        <w:t xml:space="preserve"> m. </w:t>
      </w:r>
      <w:r w:rsidR="009C2A5E">
        <w:rPr>
          <w:sz w:val="24"/>
          <w:szCs w:val="24"/>
        </w:rPr>
        <w:t>rugpjūčio</w:t>
      </w:r>
      <w:r>
        <w:rPr>
          <w:sz w:val="24"/>
          <w:szCs w:val="24"/>
        </w:rPr>
        <w:t xml:space="preserve"> </w:t>
      </w:r>
      <w:r w:rsidR="00262963">
        <w:rPr>
          <w:sz w:val="24"/>
          <w:szCs w:val="24"/>
        </w:rPr>
        <w:t>mėn. iki 20</w:t>
      </w:r>
      <w:r w:rsidR="006E7D16">
        <w:rPr>
          <w:sz w:val="24"/>
          <w:szCs w:val="24"/>
        </w:rPr>
        <w:t>20</w:t>
      </w:r>
      <w:r w:rsidR="00262963">
        <w:rPr>
          <w:sz w:val="24"/>
          <w:szCs w:val="24"/>
        </w:rPr>
        <w:t xml:space="preserve"> m. </w:t>
      </w:r>
      <w:r w:rsidR="006E7D16">
        <w:rPr>
          <w:sz w:val="24"/>
          <w:szCs w:val="24"/>
        </w:rPr>
        <w:t>gegužės</w:t>
      </w:r>
      <w:r w:rsidR="00262963">
        <w:rPr>
          <w:sz w:val="24"/>
          <w:szCs w:val="24"/>
        </w:rPr>
        <w:t xml:space="preserve"> mėn. </w:t>
      </w:r>
    </w:p>
    <w:p w:rsidR="005201C6" w:rsidRDefault="006E7D16" w:rsidP="005201C6">
      <w:pPr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Pagal 2019 m. rugpjūčio 6 d. sudarytą rangos sutartį Nr. D1-546 „Prienų miesto Rūtų gatvės (Nr. PR-40), esančios sodininkų bendrijos „Vandenis“ teritorijoje, kapitalinis remontas, parengiant kapitalinio remonto aprašą“ atliko kapitalinio remonto darbus. Bendra darbų vertė – 75</w:t>
      </w:r>
      <w:r w:rsidR="00EF6A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479,53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su PVM, darbų trukmė nuo 2019 m. rugpjūčio mėn. iki 2020 m. gegužės mėn</w:t>
      </w:r>
      <w:r w:rsidR="005201C6" w:rsidRPr="00DF0F25">
        <w:rPr>
          <w:sz w:val="24"/>
          <w:szCs w:val="24"/>
        </w:rPr>
        <w:t>.</w:t>
      </w:r>
    </w:p>
    <w:p w:rsidR="006E7D16" w:rsidRPr="00DF0F25" w:rsidRDefault="006E7D16" w:rsidP="005201C6">
      <w:pPr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Pagal 2019 m. rugpjūčio 6 d. sudarytą rangos sutartį Nr. D1-551 „Prienų miesto Kalnų Sodo gatvės (Nr. PR-50), esančios sodininkų bendrijos „Kalnai“ teritorijoje, kapitalinis remontas, parengiant kapitalinio remonto aprašą“ atliko kapitalinio remonto darbus. Bendra darbų vertė – 78</w:t>
      </w:r>
      <w:r w:rsidR="00EF6A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439,69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 su PVM, darbų trukmė nuo 2019 m. rugpjūčio mėn. iki 2020 m. gegužės mėn.</w:t>
      </w:r>
    </w:p>
    <w:p w:rsidR="00262963" w:rsidRDefault="00262963" w:rsidP="00262963">
      <w:pPr>
        <w:shd w:val="clear" w:color="auto" w:fill="FFFFFF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Darbai atlikti pagal galiojančių teisės aktų ir standartų, reglamentuojančių darbų atlikimą, reikalavimus bei tinkamai užbaigti.</w:t>
      </w:r>
    </w:p>
    <w:p w:rsidR="00CF210C" w:rsidRPr="00B12607" w:rsidRDefault="00CF210C" w:rsidP="00992BE2">
      <w:pPr>
        <w:spacing w:line="276" w:lineRule="auto"/>
        <w:ind w:firstLine="720"/>
        <w:rPr>
          <w:sz w:val="24"/>
          <w:szCs w:val="24"/>
        </w:rPr>
      </w:pPr>
    </w:p>
    <w:p w:rsidR="00992BE2" w:rsidRPr="00B12607" w:rsidRDefault="00992BE2" w:rsidP="00337F5B">
      <w:pPr>
        <w:spacing w:line="276" w:lineRule="auto"/>
        <w:ind w:firstLine="720"/>
        <w:rPr>
          <w:sz w:val="24"/>
          <w:szCs w:val="24"/>
        </w:rPr>
      </w:pPr>
    </w:p>
    <w:p w:rsidR="00074A60" w:rsidRPr="00A7722E" w:rsidRDefault="00074A60" w:rsidP="00A7722E">
      <w:pPr>
        <w:spacing w:line="360" w:lineRule="auto"/>
        <w:ind w:right="141" w:firstLine="0"/>
        <w:rPr>
          <w:sz w:val="24"/>
          <w:szCs w:val="24"/>
        </w:rPr>
      </w:pPr>
      <w:r w:rsidRPr="00A7722E">
        <w:rPr>
          <w:sz w:val="24"/>
          <w:szCs w:val="24"/>
        </w:rPr>
        <w:t>Administr</w:t>
      </w:r>
      <w:r w:rsidR="00B9346A">
        <w:rPr>
          <w:sz w:val="24"/>
          <w:szCs w:val="24"/>
        </w:rPr>
        <w:t>acijos direktorė</w:t>
      </w:r>
      <w:r w:rsidRPr="00A7722E">
        <w:rPr>
          <w:sz w:val="24"/>
          <w:szCs w:val="24"/>
        </w:rPr>
        <w:tab/>
      </w:r>
      <w:r w:rsidRPr="00A7722E">
        <w:rPr>
          <w:sz w:val="24"/>
          <w:szCs w:val="24"/>
        </w:rPr>
        <w:tab/>
      </w:r>
      <w:r w:rsidRPr="00A7722E">
        <w:rPr>
          <w:sz w:val="24"/>
          <w:szCs w:val="24"/>
        </w:rPr>
        <w:tab/>
      </w:r>
      <w:r w:rsidRPr="00A7722E">
        <w:rPr>
          <w:sz w:val="24"/>
          <w:szCs w:val="24"/>
        </w:rPr>
        <w:tab/>
      </w:r>
      <w:r w:rsidR="007C3D52">
        <w:rPr>
          <w:sz w:val="24"/>
          <w:szCs w:val="24"/>
        </w:rPr>
        <w:tab/>
      </w:r>
      <w:r w:rsidR="00DF0F25">
        <w:rPr>
          <w:sz w:val="24"/>
          <w:szCs w:val="24"/>
        </w:rPr>
        <w:tab/>
      </w:r>
      <w:r w:rsidRPr="00A7722E">
        <w:rPr>
          <w:sz w:val="24"/>
          <w:szCs w:val="24"/>
        </w:rPr>
        <w:tab/>
      </w:r>
      <w:r w:rsidR="00B9346A">
        <w:rPr>
          <w:sz w:val="24"/>
          <w:szCs w:val="24"/>
        </w:rPr>
        <w:t xml:space="preserve">Jūratė </w:t>
      </w:r>
      <w:proofErr w:type="spellStart"/>
      <w:r w:rsidR="00B9346A">
        <w:rPr>
          <w:sz w:val="24"/>
          <w:szCs w:val="24"/>
        </w:rPr>
        <w:t>Zailskienė</w:t>
      </w:r>
      <w:proofErr w:type="spellEnd"/>
    </w:p>
    <w:p w:rsidR="00EE2B56" w:rsidRDefault="00EE2B56" w:rsidP="00A7722E">
      <w:pPr>
        <w:spacing w:line="360" w:lineRule="auto"/>
        <w:ind w:firstLine="0"/>
        <w:rPr>
          <w:sz w:val="24"/>
          <w:szCs w:val="24"/>
        </w:rPr>
      </w:pPr>
    </w:p>
    <w:p w:rsidR="006E7D16" w:rsidRDefault="006E7D16" w:rsidP="00A7722E">
      <w:pPr>
        <w:spacing w:line="360" w:lineRule="auto"/>
        <w:ind w:firstLine="0"/>
        <w:rPr>
          <w:sz w:val="24"/>
          <w:szCs w:val="24"/>
        </w:rPr>
      </w:pPr>
    </w:p>
    <w:p w:rsidR="00326F5F" w:rsidRPr="00A7722E" w:rsidRDefault="00B270CF" w:rsidP="00A7722E">
      <w:pPr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Raminta Baranauskienė</w:t>
      </w:r>
      <w:r w:rsidRPr="00A7722E">
        <w:rPr>
          <w:sz w:val="24"/>
          <w:szCs w:val="24"/>
        </w:rPr>
        <w:t xml:space="preserve">, tel. (8 319) 61 124, el. p. </w:t>
      </w:r>
      <w:hyperlink r:id="rId9" w:history="1">
        <w:r w:rsidRPr="00262963">
          <w:rPr>
            <w:rStyle w:val="Hyperlink"/>
            <w:sz w:val="24"/>
            <w:szCs w:val="24"/>
          </w:rPr>
          <w:t>raminta.baranauskiene@prienai.lt</w:t>
        </w:r>
      </w:hyperlink>
    </w:p>
    <w:sectPr w:rsidR="00326F5F" w:rsidRPr="00A7722E" w:rsidSect="00074A60">
      <w:headerReference w:type="first" r:id="rId10"/>
      <w:pgSz w:w="11907" w:h="16840" w:code="9"/>
      <w:pgMar w:top="-1276" w:right="708" w:bottom="709" w:left="1701" w:header="567" w:footer="567" w:gutter="0"/>
      <w:cols w:space="1296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C05" w:rsidRDefault="00191C05">
      <w:r>
        <w:separator/>
      </w:r>
    </w:p>
  </w:endnote>
  <w:endnote w:type="continuationSeparator" w:id="0">
    <w:p w:rsidR="00191C05" w:rsidRDefault="00191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C05" w:rsidRDefault="00191C05">
      <w:r>
        <w:separator/>
      </w:r>
    </w:p>
  </w:footnote>
  <w:footnote w:type="continuationSeparator" w:id="0">
    <w:p w:rsidR="00191C05" w:rsidRDefault="00191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36D" w:rsidRDefault="00FF736D">
    <w:pPr>
      <w:pStyle w:val="Header"/>
    </w:pPr>
  </w:p>
  <w:p w:rsidR="00FF736D" w:rsidRDefault="006E7D16">
    <w:pPr>
      <w:framePr w:w="9759" w:h="2450" w:hRule="exact" w:hSpace="181" w:wrap="around" w:vAnchor="page" w:hAnchor="page" w:x="1584" w:y="1153"/>
      <w:ind w:right="-2" w:firstLine="0"/>
      <w:jc w:val="center"/>
      <w:rPr>
        <w:sz w:val="18"/>
      </w:rPr>
    </w:pPr>
    <w:r>
      <w:rPr>
        <w:noProof/>
        <w:sz w:val="18"/>
        <w:lang w:eastAsia="lt-LT"/>
      </w:rPr>
      <w:drawing>
        <wp:inline distT="0" distB="0" distL="0" distR="0">
          <wp:extent cx="542925" cy="64770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sz w:val="10"/>
      </w:rPr>
    </w:pP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b/>
      </w:rPr>
    </w:pPr>
    <w:r>
      <w:rPr>
        <w:b/>
      </w:rPr>
      <w:t xml:space="preserve">PRIENŲ RAJONO SAVIVALDYBĖS </w:t>
    </w:r>
    <w:r>
      <w:rPr>
        <w:b/>
        <w:caps/>
      </w:rPr>
      <w:t>administracija</w:t>
    </w: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sz w:val="20"/>
      </w:rPr>
    </w:pP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sz w:val="20"/>
      </w:rPr>
    </w:pPr>
    <w:r>
      <w:rPr>
        <w:sz w:val="20"/>
      </w:rPr>
      <w:t xml:space="preserve">Biudžetinė įstaiga, Laisvės a. 12, LT-59126 Prienai, </w:t>
    </w: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sz w:val="20"/>
      </w:rPr>
    </w:pPr>
    <w:r>
      <w:rPr>
        <w:sz w:val="20"/>
      </w:rPr>
      <w:t xml:space="preserve">tel. (8 319) 61 103,  el. p. </w:t>
    </w:r>
    <w:proofErr w:type="spellStart"/>
    <w:r>
      <w:rPr>
        <w:sz w:val="20"/>
      </w:rPr>
      <w:t>administracija@prienai.lt</w:t>
    </w:r>
    <w:proofErr w:type="spellEnd"/>
    <w:r>
      <w:rPr>
        <w:sz w:val="20"/>
      </w:rPr>
      <w:t>.</w:t>
    </w: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sz w:val="20"/>
      </w:rPr>
    </w:pPr>
    <w:r>
      <w:rPr>
        <w:sz w:val="20"/>
      </w:rPr>
      <w:t>Duomenys kaupiami ir saugomi Juridinių asmenų registre, kodas 288742590</w:t>
    </w:r>
  </w:p>
  <w:p w:rsidR="00FF736D" w:rsidRDefault="00B51F67">
    <w:pPr>
      <w:framePr w:w="9759" w:h="2450" w:hRule="exact" w:hSpace="181" w:wrap="around" w:vAnchor="page" w:hAnchor="page" w:x="1584" w:y="1153"/>
      <w:ind w:firstLine="0"/>
      <w:jc w:val="center"/>
      <w:rPr>
        <w:b/>
        <w:sz w:val="18"/>
      </w:rPr>
    </w:pPr>
    <w:r w:rsidRPr="00B51F67">
      <w:rPr>
        <w:noProof/>
        <w:sz w:val="18"/>
      </w:rPr>
      <w:pict>
        <v:line id="_x0000_s2051" style="position:absolute;left:0;text-align:left;z-index:251657728" from="7.25pt,2.85pt" to="489.65pt,2.85pt" o:allowincell="f" strokeweight="1pt"/>
      </w:pict>
    </w:r>
    <w:r w:rsidR="00FF736D">
      <w:rPr>
        <w:sz w:val="18"/>
      </w:rPr>
      <w:tab/>
    </w: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b/>
        <w:sz w:val="28"/>
      </w:rPr>
    </w:pP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b/>
        <w:sz w:val="28"/>
      </w:rPr>
    </w:pP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b/>
        <w:sz w:val="28"/>
      </w:rPr>
    </w:pP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b/>
        <w:sz w:val="28"/>
      </w:rPr>
    </w:pPr>
  </w:p>
  <w:p w:rsidR="00FF736D" w:rsidRDefault="00FF736D">
    <w:pPr>
      <w:framePr w:w="9759" w:h="2450" w:hRule="exact" w:hSpace="181" w:wrap="around" w:vAnchor="page" w:hAnchor="page" w:x="1584" w:y="1153"/>
      <w:ind w:firstLine="0"/>
      <w:jc w:val="center"/>
      <w:rPr>
        <w:b/>
        <w:sz w:val="28"/>
      </w:rPr>
    </w:pPr>
  </w:p>
  <w:p w:rsidR="00FF736D" w:rsidRDefault="00FF736D">
    <w:pPr>
      <w:pStyle w:val="Header"/>
    </w:pPr>
  </w:p>
  <w:p w:rsidR="00FF736D" w:rsidRDefault="00FF736D">
    <w:pPr>
      <w:pStyle w:val="Header"/>
    </w:pPr>
  </w:p>
  <w:p w:rsidR="00FF736D" w:rsidRDefault="00FF736D">
    <w:pPr>
      <w:pStyle w:val="Header"/>
    </w:pPr>
  </w:p>
  <w:p w:rsidR="00FF736D" w:rsidRDefault="00FF736D">
    <w:pPr>
      <w:pStyle w:val="Header"/>
    </w:pPr>
  </w:p>
  <w:p w:rsidR="00FF736D" w:rsidRDefault="00FF736D">
    <w:pPr>
      <w:pStyle w:val="Header"/>
    </w:pPr>
  </w:p>
  <w:p w:rsidR="00FF736D" w:rsidRDefault="00FF736D">
    <w:pPr>
      <w:pStyle w:val="Header"/>
    </w:pPr>
  </w:p>
  <w:p w:rsidR="00FF736D" w:rsidRDefault="00FF736D">
    <w:pPr>
      <w:pStyle w:val="Header"/>
    </w:pPr>
  </w:p>
  <w:p w:rsidR="00FF736D" w:rsidRDefault="00FF736D">
    <w:pPr>
      <w:pStyle w:val="Header"/>
    </w:pPr>
  </w:p>
  <w:p w:rsidR="00FF736D" w:rsidRDefault="00FF736D">
    <w:pPr>
      <w:pStyle w:val="Header"/>
      <w:tabs>
        <w:tab w:val="clear" w:pos="4153"/>
        <w:tab w:val="clear" w:pos="8306"/>
        <w:tab w:val="center" w:pos="4820"/>
        <w:tab w:val="left" w:pos="6237"/>
      </w:tabs>
      <w:ind w:firstLine="0"/>
      <w:jc w:val="left"/>
    </w:pPr>
    <w:r>
      <w:tab/>
    </w:r>
    <w:r>
      <w:tab/>
      <w:t xml:space="preserve"> </w:t>
    </w:r>
  </w:p>
  <w:p w:rsidR="00FF736D" w:rsidRDefault="00FF736D">
    <w:pPr>
      <w:pStyle w:val="Header"/>
      <w:tabs>
        <w:tab w:val="clear" w:pos="4153"/>
        <w:tab w:val="clear" w:pos="8306"/>
        <w:tab w:val="center" w:pos="4820"/>
        <w:tab w:val="left" w:pos="6237"/>
      </w:tabs>
      <w:ind w:firstLine="0"/>
      <w:jc w:val="left"/>
    </w:pPr>
  </w:p>
  <w:p w:rsidR="00FF736D" w:rsidRDefault="00FF736D">
    <w:pPr>
      <w:pStyle w:val="Header"/>
      <w:tabs>
        <w:tab w:val="clear" w:pos="4153"/>
        <w:tab w:val="clear" w:pos="8306"/>
        <w:tab w:val="center" w:pos="4820"/>
        <w:tab w:val="left" w:pos="6237"/>
      </w:tabs>
      <w:ind w:firstLine="0"/>
      <w:jc w:val="left"/>
    </w:pPr>
  </w:p>
  <w:p w:rsidR="00FF736D" w:rsidRDefault="00FF736D">
    <w:pPr>
      <w:pStyle w:val="Header"/>
      <w:tabs>
        <w:tab w:val="clear" w:pos="4153"/>
        <w:tab w:val="clear" w:pos="8306"/>
        <w:tab w:val="center" w:pos="4820"/>
        <w:tab w:val="left" w:pos="6237"/>
      </w:tabs>
      <w:ind w:firstLine="0"/>
      <w:jc w:val="left"/>
    </w:pPr>
  </w:p>
  <w:p w:rsidR="00FF736D" w:rsidRDefault="00FF736D">
    <w:pPr>
      <w:pStyle w:val="Header"/>
    </w:pPr>
  </w:p>
  <w:p w:rsidR="00FF736D" w:rsidRDefault="00FF7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13371"/>
    <w:multiLevelType w:val="hybridMultilevel"/>
    <w:tmpl w:val="F35E0BBC"/>
    <w:lvl w:ilvl="0" w:tplc="6DA4B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8F33776"/>
    <w:multiLevelType w:val="singleLevel"/>
    <w:tmpl w:val="AFE0BDF2"/>
    <w:lvl w:ilvl="0">
      <w:start w:val="200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">
    <w:nsid w:val="2C1F6780"/>
    <w:multiLevelType w:val="hybridMultilevel"/>
    <w:tmpl w:val="558EB212"/>
    <w:lvl w:ilvl="0" w:tplc="EC422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D96C0E"/>
    <w:multiLevelType w:val="multilevel"/>
    <w:tmpl w:val="48B23BD0"/>
    <w:lvl w:ilvl="0">
      <w:start w:val="2004"/>
      <w:numFmt w:val="decimal"/>
      <w:lvlText w:val="%1-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2"/>
      <w:numFmt w:val="decimalZero"/>
      <w:lvlText w:val="%1-%2-"/>
      <w:lvlJc w:val="left"/>
      <w:pPr>
        <w:tabs>
          <w:tab w:val="num" w:pos="7155"/>
        </w:tabs>
        <w:ind w:left="7155" w:hanging="1065"/>
      </w:pPr>
      <w:rPr>
        <w:rFonts w:hint="default"/>
      </w:rPr>
    </w:lvl>
    <w:lvl w:ilvl="2">
      <w:start w:val="1"/>
      <w:numFmt w:val="decimalZero"/>
      <w:lvlText w:val="%1-%2-%3."/>
      <w:lvlJc w:val="left"/>
      <w:pPr>
        <w:tabs>
          <w:tab w:val="num" w:pos="13245"/>
        </w:tabs>
        <w:ind w:left="13245" w:hanging="1065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9350"/>
        </w:tabs>
        <w:ind w:left="1935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5440"/>
        </w:tabs>
        <w:ind w:left="254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1680"/>
        </w:tabs>
        <w:ind w:left="3189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-27556"/>
        </w:tabs>
        <w:ind w:left="-2755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-21106"/>
        </w:tabs>
        <w:ind w:left="-2110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-15016"/>
        </w:tabs>
        <w:ind w:left="-15016" w:hanging="1800"/>
      </w:pPr>
      <w:rPr>
        <w:rFonts w:hint="default"/>
      </w:rPr>
    </w:lvl>
  </w:abstractNum>
  <w:abstractNum w:abstractNumId="4">
    <w:nsid w:val="3E0471B7"/>
    <w:multiLevelType w:val="multilevel"/>
    <w:tmpl w:val="7EACF02A"/>
    <w:lvl w:ilvl="0">
      <w:start w:val="2003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3795"/>
        </w:tabs>
        <w:ind w:left="3795" w:hanging="1245"/>
      </w:pPr>
      <w:rPr>
        <w:rFonts w:hint="default"/>
      </w:rPr>
    </w:lvl>
    <w:lvl w:ilvl="2">
      <w:start w:val="9"/>
      <w:numFmt w:val="decimalZero"/>
      <w:lvlText w:val="%1-%2-%3"/>
      <w:lvlJc w:val="left"/>
      <w:pPr>
        <w:tabs>
          <w:tab w:val="num" w:pos="6345"/>
        </w:tabs>
        <w:ind w:left="634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8895"/>
        </w:tabs>
        <w:ind w:left="889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1445"/>
        </w:tabs>
        <w:ind w:left="1144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3995"/>
        </w:tabs>
        <w:ind w:left="1399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6740"/>
        </w:tabs>
        <w:ind w:left="167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9290"/>
        </w:tabs>
        <w:ind w:left="1929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2200"/>
        </w:tabs>
        <w:ind w:left="22200" w:hanging="1800"/>
      </w:pPr>
      <w:rPr>
        <w:rFonts w:hint="default"/>
      </w:rPr>
    </w:lvl>
  </w:abstractNum>
  <w:abstractNum w:abstractNumId="5">
    <w:nsid w:val="41267E6C"/>
    <w:multiLevelType w:val="hybridMultilevel"/>
    <w:tmpl w:val="4AE6C5A8"/>
    <w:lvl w:ilvl="0" w:tplc="728CF02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646678A6"/>
    <w:multiLevelType w:val="multilevel"/>
    <w:tmpl w:val="779031E6"/>
    <w:lvl w:ilvl="0">
      <w:start w:val="2008"/>
      <w:numFmt w:val="decimal"/>
      <w:lvlText w:val="%1-"/>
      <w:lvlJc w:val="left"/>
      <w:pPr>
        <w:tabs>
          <w:tab w:val="num" w:pos="1605"/>
        </w:tabs>
        <w:ind w:left="1605" w:hanging="1605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7365"/>
        </w:tabs>
        <w:ind w:left="7365" w:hanging="1605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3125"/>
        </w:tabs>
        <w:ind w:left="13125" w:hanging="1605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8885"/>
        </w:tabs>
        <w:ind w:left="18885" w:hanging="1605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4645"/>
        </w:tabs>
        <w:ind w:left="24645" w:hanging="1605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0405"/>
        </w:tabs>
        <w:ind w:left="30405" w:hanging="1605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-29371"/>
        </w:tabs>
        <w:ind w:left="-29371" w:hanging="1605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-23416"/>
        </w:tabs>
        <w:ind w:left="-2341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-17656"/>
        </w:tabs>
        <w:ind w:left="-17656" w:hanging="1800"/>
      </w:pPr>
      <w:rPr>
        <w:rFonts w:hint="default"/>
      </w:rPr>
    </w:lvl>
  </w:abstractNum>
  <w:abstractNum w:abstractNumId="7">
    <w:nsid w:val="64BF3307"/>
    <w:multiLevelType w:val="hybridMultilevel"/>
    <w:tmpl w:val="304053E2"/>
    <w:lvl w:ilvl="0" w:tplc="5C8283C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787C7C8E"/>
    <w:multiLevelType w:val="hybridMultilevel"/>
    <w:tmpl w:val="CE064E58"/>
    <w:lvl w:ilvl="0" w:tplc="E5C69E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B6D5030"/>
    <w:multiLevelType w:val="hybridMultilevel"/>
    <w:tmpl w:val="6A325CD4"/>
    <w:lvl w:ilvl="0" w:tplc="29843346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81ECB2F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24C06F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D9C29972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0086BA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E24C820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2AA7C2E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97949E26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DA07A0C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6AB0"/>
    <w:rsid w:val="000008C8"/>
    <w:rsid w:val="0000434A"/>
    <w:rsid w:val="00012DB0"/>
    <w:rsid w:val="00024487"/>
    <w:rsid w:val="0002503A"/>
    <w:rsid w:val="00025205"/>
    <w:rsid w:val="00025B2E"/>
    <w:rsid w:val="00031DE8"/>
    <w:rsid w:val="00036341"/>
    <w:rsid w:val="00044351"/>
    <w:rsid w:val="0005134F"/>
    <w:rsid w:val="0006516E"/>
    <w:rsid w:val="000672DE"/>
    <w:rsid w:val="00074A60"/>
    <w:rsid w:val="00076F13"/>
    <w:rsid w:val="0008346E"/>
    <w:rsid w:val="00090AD3"/>
    <w:rsid w:val="000925A3"/>
    <w:rsid w:val="000A1A3D"/>
    <w:rsid w:val="000A37B8"/>
    <w:rsid w:val="000A5DA3"/>
    <w:rsid w:val="000A6E40"/>
    <w:rsid w:val="000C084B"/>
    <w:rsid w:val="000C1BCE"/>
    <w:rsid w:val="000C1C61"/>
    <w:rsid w:val="000C764D"/>
    <w:rsid w:val="000D5E53"/>
    <w:rsid w:val="000F2748"/>
    <w:rsid w:val="000F2EA2"/>
    <w:rsid w:val="000F4AE2"/>
    <w:rsid w:val="00104AB8"/>
    <w:rsid w:val="00111464"/>
    <w:rsid w:val="00116C1F"/>
    <w:rsid w:val="00117CD9"/>
    <w:rsid w:val="001252B0"/>
    <w:rsid w:val="00126DF0"/>
    <w:rsid w:val="00126EFA"/>
    <w:rsid w:val="00130594"/>
    <w:rsid w:val="001347D3"/>
    <w:rsid w:val="001352FD"/>
    <w:rsid w:val="00137CE3"/>
    <w:rsid w:val="00141663"/>
    <w:rsid w:val="001422AB"/>
    <w:rsid w:val="001432CD"/>
    <w:rsid w:val="00146596"/>
    <w:rsid w:val="00163424"/>
    <w:rsid w:val="0016408C"/>
    <w:rsid w:val="00164C4F"/>
    <w:rsid w:val="00173A55"/>
    <w:rsid w:val="001767AA"/>
    <w:rsid w:val="00176ABF"/>
    <w:rsid w:val="00176C29"/>
    <w:rsid w:val="001826B7"/>
    <w:rsid w:val="00191C05"/>
    <w:rsid w:val="001941FB"/>
    <w:rsid w:val="001A468C"/>
    <w:rsid w:val="001A6831"/>
    <w:rsid w:val="001B5D49"/>
    <w:rsid w:val="001B6B25"/>
    <w:rsid w:val="001C7B0C"/>
    <w:rsid w:val="001D6D5E"/>
    <w:rsid w:val="001E2DB9"/>
    <w:rsid w:val="001E5DF9"/>
    <w:rsid w:val="001F0255"/>
    <w:rsid w:val="001F5762"/>
    <w:rsid w:val="00202A0C"/>
    <w:rsid w:val="002115F9"/>
    <w:rsid w:val="00215696"/>
    <w:rsid w:val="0022229F"/>
    <w:rsid w:val="00223151"/>
    <w:rsid w:val="00230DB9"/>
    <w:rsid w:val="00231758"/>
    <w:rsid w:val="002329F8"/>
    <w:rsid w:val="00262963"/>
    <w:rsid w:val="00266A6F"/>
    <w:rsid w:val="00274A50"/>
    <w:rsid w:val="00274A65"/>
    <w:rsid w:val="00275337"/>
    <w:rsid w:val="00286ADD"/>
    <w:rsid w:val="00296228"/>
    <w:rsid w:val="002B26F7"/>
    <w:rsid w:val="002C168E"/>
    <w:rsid w:val="002C33DD"/>
    <w:rsid w:val="002C4D59"/>
    <w:rsid w:val="002D0D0A"/>
    <w:rsid w:val="002D1827"/>
    <w:rsid w:val="002D24BE"/>
    <w:rsid w:val="002D51A5"/>
    <w:rsid w:val="002D5546"/>
    <w:rsid w:val="00306A42"/>
    <w:rsid w:val="00310DC3"/>
    <w:rsid w:val="00311969"/>
    <w:rsid w:val="00312896"/>
    <w:rsid w:val="00316ADD"/>
    <w:rsid w:val="0032236A"/>
    <w:rsid w:val="0032528C"/>
    <w:rsid w:val="0032649D"/>
    <w:rsid w:val="00326F5F"/>
    <w:rsid w:val="00331AAD"/>
    <w:rsid w:val="003320E9"/>
    <w:rsid w:val="003343BE"/>
    <w:rsid w:val="00335D7E"/>
    <w:rsid w:val="00336EE4"/>
    <w:rsid w:val="00337F5B"/>
    <w:rsid w:val="003405BA"/>
    <w:rsid w:val="00344658"/>
    <w:rsid w:val="00344A28"/>
    <w:rsid w:val="00347C33"/>
    <w:rsid w:val="00352B67"/>
    <w:rsid w:val="00354A67"/>
    <w:rsid w:val="00354B1C"/>
    <w:rsid w:val="00355BA4"/>
    <w:rsid w:val="003560A1"/>
    <w:rsid w:val="00356296"/>
    <w:rsid w:val="00357293"/>
    <w:rsid w:val="00357992"/>
    <w:rsid w:val="00362068"/>
    <w:rsid w:val="00374E18"/>
    <w:rsid w:val="0038127C"/>
    <w:rsid w:val="00383BD4"/>
    <w:rsid w:val="00386BC7"/>
    <w:rsid w:val="003929F4"/>
    <w:rsid w:val="003A1BB5"/>
    <w:rsid w:val="003A2C01"/>
    <w:rsid w:val="003A4E0A"/>
    <w:rsid w:val="003A4FFF"/>
    <w:rsid w:val="003B08FF"/>
    <w:rsid w:val="003B2271"/>
    <w:rsid w:val="003C0FB5"/>
    <w:rsid w:val="003C1007"/>
    <w:rsid w:val="003D01DA"/>
    <w:rsid w:val="003D4615"/>
    <w:rsid w:val="003F1C2F"/>
    <w:rsid w:val="003F6DA8"/>
    <w:rsid w:val="00404E9E"/>
    <w:rsid w:val="004053CF"/>
    <w:rsid w:val="00414606"/>
    <w:rsid w:val="004167A6"/>
    <w:rsid w:val="00425928"/>
    <w:rsid w:val="00440252"/>
    <w:rsid w:val="00442D9D"/>
    <w:rsid w:val="004438BA"/>
    <w:rsid w:val="00445A1F"/>
    <w:rsid w:val="00450E26"/>
    <w:rsid w:val="00453D99"/>
    <w:rsid w:val="00460ADC"/>
    <w:rsid w:val="004675C2"/>
    <w:rsid w:val="0046772E"/>
    <w:rsid w:val="0047324B"/>
    <w:rsid w:val="004734DC"/>
    <w:rsid w:val="00483EFE"/>
    <w:rsid w:val="004912AF"/>
    <w:rsid w:val="00492831"/>
    <w:rsid w:val="00496AB0"/>
    <w:rsid w:val="004977A9"/>
    <w:rsid w:val="004A3F99"/>
    <w:rsid w:val="004A5CED"/>
    <w:rsid w:val="004A6A3D"/>
    <w:rsid w:val="004B00BA"/>
    <w:rsid w:val="004B0C1E"/>
    <w:rsid w:val="004B4B88"/>
    <w:rsid w:val="004C006A"/>
    <w:rsid w:val="004C07B7"/>
    <w:rsid w:val="004C2F95"/>
    <w:rsid w:val="004D0A02"/>
    <w:rsid w:val="004D553A"/>
    <w:rsid w:val="004D56D7"/>
    <w:rsid w:val="004E0772"/>
    <w:rsid w:val="004E31AD"/>
    <w:rsid w:val="004E5A06"/>
    <w:rsid w:val="004E7DD3"/>
    <w:rsid w:val="004F0C88"/>
    <w:rsid w:val="0050020C"/>
    <w:rsid w:val="005010E2"/>
    <w:rsid w:val="0050333E"/>
    <w:rsid w:val="00504511"/>
    <w:rsid w:val="005107FF"/>
    <w:rsid w:val="005151EA"/>
    <w:rsid w:val="005177B2"/>
    <w:rsid w:val="005201C6"/>
    <w:rsid w:val="00525E6A"/>
    <w:rsid w:val="00550D87"/>
    <w:rsid w:val="00553217"/>
    <w:rsid w:val="00561BFA"/>
    <w:rsid w:val="00563233"/>
    <w:rsid w:val="00563ADF"/>
    <w:rsid w:val="005702D4"/>
    <w:rsid w:val="005744D4"/>
    <w:rsid w:val="005770C9"/>
    <w:rsid w:val="00585A0D"/>
    <w:rsid w:val="005977CA"/>
    <w:rsid w:val="005A0B56"/>
    <w:rsid w:val="005B2728"/>
    <w:rsid w:val="005B72C9"/>
    <w:rsid w:val="005C1375"/>
    <w:rsid w:val="005C22B0"/>
    <w:rsid w:val="005C2BC6"/>
    <w:rsid w:val="005E51F4"/>
    <w:rsid w:val="00603976"/>
    <w:rsid w:val="006112F4"/>
    <w:rsid w:val="006130A2"/>
    <w:rsid w:val="00613B2C"/>
    <w:rsid w:val="00615288"/>
    <w:rsid w:val="00617693"/>
    <w:rsid w:val="006179F5"/>
    <w:rsid w:val="00626533"/>
    <w:rsid w:val="00631EDB"/>
    <w:rsid w:val="00632993"/>
    <w:rsid w:val="006349CA"/>
    <w:rsid w:val="00634B06"/>
    <w:rsid w:val="00641610"/>
    <w:rsid w:val="00641D18"/>
    <w:rsid w:val="00642387"/>
    <w:rsid w:val="00646D3D"/>
    <w:rsid w:val="00647C9B"/>
    <w:rsid w:val="00661C21"/>
    <w:rsid w:val="006628AA"/>
    <w:rsid w:val="00672FA7"/>
    <w:rsid w:val="00673661"/>
    <w:rsid w:val="00680E24"/>
    <w:rsid w:val="00681FA5"/>
    <w:rsid w:val="006B5D36"/>
    <w:rsid w:val="006C175A"/>
    <w:rsid w:val="006C1D16"/>
    <w:rsid w:val="006C7AA6"/>
    <w:rsid w:val="006D39E3"/>
    <w:rsid w:val="006D3B55"/>
    <w:rsid w:val="006D75B9"/>
    <w:rsid w:val="006D7EE1"/>
    <w:rsid w:val="006E0521"/>
    <w:rsid w:val="006E24E5"/>
    <w:rsid w:val="006E659C"/>
    <w:rsid w:val="006E7D16"/>
    <w:rsid w:val="006F21A3"/>
    <w:rsid w:val="006F36F5"/>
    <w:rsid w:val="006F5457"/>
    <w:rsid w:val="006F6D25"/>
    <w:rsid w:val="00701369"/>
    <w:rsid w:val="00706E5A"/>
    <w:rsid w:val="00707D80"/>
    <w:rsid w:val="00715E90"/>
    <w:rsid w:val="007172A5"/>
    <w:rsid w:val="00725094"/>
    <w:rsid w:val="007358CB"/>
    <w:rsid w:val="00735C33"/>
    <w:rsid w:val="0073697D"/>
    <w:rsid w:val="00740B29"/>
    <w:rsid w:val="0074513E"/>
    <w:rsid w:val="00746AE8"/>
    <w:rsid w:val="0075075F"/>
    <w:rsid w:val="00753B3E"/>
    <w:rsid w:val="00765A48"/>
    <w:rsid w:val="0077081B"/>
    <w:rsid w:val="00776833"/>
    <w:rsid w:val="007805F8"/>
    <w:rsid w:val="00785A77"/>
    <w:rsid w:val="007862BE"/>
    <w:rsid w:val="007A290E"/>
    <w:rsid w:val="007A4B53"/>
    <w:rsid w:val="007C39AD"/>
    <w:rsid w:val="007C3D52"/>
    <w:rsid w:val="007C6A8D"/>
    <w:rsid w:val="007D0CB7"/>
    <w:rsid w:val="007D10C8"/>
    <w:rsid w:val="007E58CF"/>
    <w:rsid w:val="007E66BF"/>
    <w:rsid w:val="007F0261"/>
    <w:rsid w:val="007F2D58"/>
    <w:rsid w:val="00811AC8"/>
    <w:rsid w:val="00815284"/>
    <w:rsid w:val="00823898"/>
    <w:rsid w:val="0082399D"/>
    <w:rsid w:val="008361C0"/>
    <w:rsid w:val="00837030"/>
    <w:rsid w:val="00841822"/>
    <w:rsid w:val="00845E4C"/>
    <w:rsid w:val="00846C4F"/>
    <w:rsid w:val="00854505"/>
    <w:rsid w:val="00854875"/>
    <w:rsid w:val="00862FC9"/>
    <w:rsid w:val="00865B40"/>
    <w:rsid w:val="008722D8"/>
    <w:rsid w:val="008726A9"/>
    <w:rsid w:val="00872A5A"/>
    <w:rsid w:val="00877232"/>
    <w:rsid w:val="00877C48"/>
    <w:rsid w:val="00881E30"/>
    <w:rsid w:val="00882908"/>
    <w:rsid w:val="00882EBE"/>
    <w:rsid w:val="00884A82"/>
    <w:rsid w:val="008850EA"/>
    <w:rsid w:val="00885E80"/>
    <w:rsid w:val="00887D29"/>
    <w:rsid w:val="00895042"/>
    <w:rsid w:val="00896BB3"/>
    <w:rsid w:val="008A189A"/>
    <w:rsid w:val="008B335D"/>
    <w:rsid w:val="008B3A86"/>
    <w:rsid w:val="008B43B8"/>
    <w:rsid w:val="008B6F2C"/>
    <w:rsid w:val="008C1E9F"/>
    <w:rsid w:val="008C21CF"/>
    <w:rsid w:val="008C6FE9"/>
    <w:rsid w:val="008D2B6E"/>
    <w:rsid w:val="008D62D1"/>
    <w:rsid w:val="008E2C66"/>
    <w:rsid w:val="008E3502"/>
    <w:rsid w:val="008E6332"/>
    <w:rsid w:val="008E7C8D"/>
    <w:rsid w:val="008F5D0D"/>
    <w:rsid w:val="008F7485"/>
    <w:rsid w:val="00902463"/>
    <w:rsid w:val="00915902"/>
    <w:rsid w:val="009269A9"/>
    <w:rsid w:val="00932D76"/>
    <w:rsid w:val="00935020"/>
    <w:rsid w:val="00937D00"/>
    <w:rsid w:val="00940583"/>
    <w:rsid w:val="00942B38"/>
    <w:rsid w:val="00953250"/>
    <w:rsid w:val="00953514"/>
    <w:rsid w:val="0096060F"/>
    <w:rsid w:val="00963E55"/>
    <w:rsid w:val="009656E5"/>
    <w:rsid w:val="009713DD"/>
    <w:rsid w:val="00972A70"/>
    <w:rsid w:val="009749BC"/>
    <w:rsid w:val="00977817"/>
    <w:rsid w:val="00977D0C"/>
    <w:rsid w:val="00980B99"/>
    <w:rsid w:val="009856C6"/>
    <w:rsid w:val="00992BE2"/>
    <w:rsid w:val="009A5B2F"/>
    <w:rsid w:val="009A6883"/>
    <w:rsid w:val="009C2A5E"/>
    <w:rsid w:val="009C301C"/>
    <w:rsid w:val="009C79CB"/>
    <w:rsid w:val="009C7C3B"/>
    <w:rsid w:val="009D7D54"/>
    <w:rsid w:val="009E5717"/>
    <w:rsid w:val="009E64AC"/>
    <w:rsid w:val="009F114B"/>
    <w:rsid w:val="009F49CB"/>
    <w:rsid w:val="009F596D"/>
    <w:rsid w:val="00A067AB"/>
    <w:rsid w:val="00A0699E"/>
    <w:rsid w:val="00A0702D"/>
    <w:rsid w:val="00A07A86"/>
    <w:rsid w:val="00A32AC5"/>
    <w:rsid w:val="00A33FF3"/>
    <w:rsid w:val="00A360A6"/>
    <w:rsid w:val="00A36B14"/>
    <w:rsid w:val="00A400C1"/>
    <w:rsid w:val="00A40A0A"/>
    <w:rsid w:val="00A47093"/>
    <w:rsid w:val="00A50B69"/>
    <w:rsid w:val="00A51986"/>
    <w:rsid w:val="00A51F14"/>
    <w:rsid w:val="00A529A7"/>
    <w:rsid w:val="00A52D34"/>
    <w:rsid w:val="00A54A60"/>
    <w:rsid w:val="00A55376"/>
    <w:rsid w:val="00A57968"/>
    <w:rsid w:val="00A63F2A"/>
    <w:rsid w:val="00A75E6E"/>
    <w:rsid w:val="00A76080"/>
    <w:rsid w:val="00A7722E"/>
    <w:rsid w:val="00A8258D"/>
    <w:rsid w:val="00A84413"/>
    <w:rsid w:val="00A91F70"/>
    <w:rsid w:val="00A93D8F"/>
    <w:rsid w:val="00AA0419"/>
    <w:rsid w:val="00AA061E"/>
    <w:rsid w:val="00AA50B8"/>
    <w:rsid w:val="00AA519C"/>
    <w:rsid w:val="00AB0DAE"/>
    <w:rsid w:val="00AB3164"/>
    <w:rsid w:val="00AC79FF"/>
    <w:rsid w:val="00AE5598"/>
    <w:rsid w:val="00AE58B2"/>
    <w:rsid w:val="00AE73BD"/>
    <w:rsid w:val="00AF2607"/>
    <w:rsid w:val="00AF530E"/>
    <w:rsid w:val="00AF71B6"/>
    <w:rsid w:val="00B02482"/>
    <w:rsid w:val="00B024D0"/>
    <w:rsid w:val="00B02B70"/>
    <w:rsid w:val="00B05599"/>
    <w:rsid w:val="00B05E19"/>
    <w:rsid w:val="00B10D6E"/>
    <w:rsid w:val="00B11403"/>
    <w:rsid w:val="00B1246B"/>
    <w:rsid w:val="00B12607"/>
    <w:rsid w:val="00B158D5"/>
    <w:rsid w:val="00B16E4C"/>
    <w:rsid w:val="00B1713E"/>
    <w:rsid w:val="00B17D5A"/>
    <w:rsid w:val="00B228EF"/>
    <w:rsid w:val="00B24918"/>
    <w:rsid w:val="00B270CF"/>
    <w:rsid w:val="00B35971"/>
    <w:rsid w:val="00B35D1B"/>
    <w:rsid w:val="00B51F67"/>
    <w:rsid w:val="00B535DB"/>
    <w:rsid w:val="00B62F8D"/>
    <w:rsid w:val="00B63208"/>
    <w:rsid w:val="00B67E16"/>
    <w:rsid w:val="00B764E2"/>
    <w:rsid w:val="00B9346A"/>
    <w:rsid w:val="00B95CD4"/>
    <w:rsid w:val="00BA268A"/>
    <w:rsid w:val="00BB0063"/>
    <w:rsid w:val="00BB1E15"/>
    <w:rsid w:val="00BB29F3"/>
    <w:rsid w:val="00BB526D"/>
    <w:rsid w:val="00BB698D"/>
    <w:rsid w:val="00BC589B"/>
    <w:rsid w:val="00BD016D"/>
    <w:rsid w:val="00BD0EC8"/>
    <w:rsid w:val="00BD5FEA"/>
    <w:rsid w:val="00BE3D49"/>
    <w:rsid w:val="00BE6BFD"/>
    <w:rsid w:val="00BF5C14"/>
    <w:rsid w:val="00BF63CF"/>
    <w:rsid w:val="00BF64A8"/>
    <w:rsid w:val="00C01231"/>
    <w:rsid w:val="00C056D0"/>
    <w:rsid w:val="00C24427"/>
    <w:rsid w:val="00C246A3"/>
    <w:rsid w:val="00C24CEF"/>
    <w:rsid w:val="00C2689B"/>
    <w:rsid w:val="00C36225"/>
    <w:rsid w:val="00C52FC0"/>
    <w:rsid w:val="00C57C1D"/>
    <w:rsid w:val="00C639AF"/>
    <w:rsid w:val="00C63FF9"/>
    <w:rsid w:val="00C6719B"/>
    <w:rsid w:val="00C77DFE"/>
    <w:rsid w:val="00C82785"/>
    <w:rsid w:val="00C82E3C"/>
    <w:rsid w:val="00C834E4"/>
    <w:rsid w:val="00C90D32"/>
    <w:rsid w:val="00C940C8"/>
    <w:rsid w:val="00CA3C63"/>
    <w:rsid w:val="00CA4296"/>
    <w:rsid w:val="00CB0654"/>
    <w:rsid w:val="00CB3022"/>
    <w:rsid w:val="00CB5431"/>
    <w:rsid w:val="00CC1468"/>
    <w:rsid w:val="00CD2C92"/>
    <w:rsid w:val="00CD3472"/>
    <w:rsid w:val="00CF210C"/>
    <w:rsid w:val="00CF507D"/>
    <w:rsid w:val="00CF5E54"/>
    <w:rsid w:val="00D03754"/>
    <w:rsid w:val="00D04920"/>
    <w:rsid w:val="00D13E21"/>
    <w:rsid w:val="00D211A5"/>
    <w:rsid w:val="00D411A9"/>
    <w:rsid w:val="00D42663"/>
    <w:rsid w:val="00D4309A"/>
    <w:rsid w:val="00D47E4F"/>
    <w:rsid w:val="00D50562"/>
    <w:rsid w:val="00D628D4"/>
    <w:rsid w:val="00D755A6"/>
    <w:rsid w:val="00D75D65"/>
    <w:rsid w:val="00D8033C"/>
    <w:rsid w:val="00D80EBD"/>
    <w:rsid w:val="00D81F6C"/>
    <w:rsid w:val="00D830CD"/>
    <w:rsid w:val="00D9130B"/>
    <w:rsid w:val="00DA1C1A"/>
    <w:rsid w:val="00DA1C24"/>
    <w:rsid w:val="00DA467A"/>
    <w:rsid w:val="00DB0030"/>
    <w:rsid w:val="00DB4C18"/>
    <w:rsid w:val="00DC3EB4"/>
    <w:rsid w:val="00DC480F"/>
    <w:rsid w:val="00DC4DE3"/>
    <w:rsid w:val="00DD0E61"/>
    <w:rsid w:val="00DD61B1"/>
    <w:rsid w:val="00DD73D7"/>
    <w:rsid w:val="00DE1A7D"/>
    <w:rsid w:val="00DF0F25"/>
    <w:rsid w:val="00DF5E09"/>
    <w:rsid w:val="00DF6FB2"/>
    <w:rsid w:val="00E055CC"/>
    <w:rsid w:val="00E15E77"/>
    <w:rsid w:val="00E1790E"/>
    <w:rsid w:val="00E20CA5"/>
    <w:rsid w:val="00E24BB3"/>
    <w:rsid w:val="00E344C7"/>
    <w:rsid w:val="00E4057A"/>
    <w:rsid w:val="00E4260B"/>
    <w:rsid w:val="00E46974"/>
    <w:rsid w:val="00E47F92"/>
    <w:rsid w:val="00E70029"/>
    <w:rsid w:val="00E71840"/>
    <w:rsid w:val="00E72A4C"/>
    <w:rsid w:val="00E8273F"/>
    <w:rsid w:val="00E82763"/>
    <w:rsid w:val="00E87225"/>
    <w:rsid w:val="00E94DAD"/>
    <w:rsid w:val="00E971E9"/>
    <w:rsid w:val="00EA0B2B"/>
    <w:rsid w:val="00EB6EC1"/>
    <w:rsid w:val="00EC1975"/>
    <w:rsid w:val="00EC2D99"/>
    <w:rsid w:val="00EC5E36"/>
    <w:rsid w:val="00EC61DB"/>
    <w:rsid w:val="00EC6788"/>
    <w:rsid w:val="00ED1947"/>
    <w:rsid w:val="00ED388E"/>
    <w:rsid w:val="00ED4508"/>
    <w:rsid w:val="00EE2B56"/>
    <w:rsid w:val="00EE5938"/>
    <w:rsid w:val="00EF6A06"/>
    <w:rsid w:val="00EF7681"/>
    <w:rsid w:val="00F00DA5"/>
    <w:rsid w:val="00F07D96"/>
    <w:rsid w:val="00F1211E"/>
    <w:rsid w:val="00F16241"/>
    <w:rsid w:val="00F1776A"/>
    <w:rsid w:val="00F22535"/>
    <w:rsid w:val="00F238B9"/>
    <w:rsid w:val="00F30D95"/>
    <w:rsid w:val="00F32C77"/>
    <w:rsid w:val="00F452B5"/>
    <w:rsid w:val="00F4705D"/>
    <w:rsid w:val="00F66AD5"/>
    <w:rsid w:val="00F731CA"/>
    <w:rsid w:val="00F773AF"/>
    <w:rsid w:val="00F77D4C"/>
    <w:rsid w:val="00F837B2"/>
    <w:rsid w:val="00F97206"/>
    <w:rsid w:val="00FA2473"/>
    <w:rsid w:val="00FA5236"/>
    <w:rsid w:val="00FA7C0E"/>
    <w:rsid w:val="00FB024C"/>
    <w:rsid w:val="00FB08AD"/>
    <w:rsid w:val="00FB2D31"/>
    <w:rsid w:val="00FD651D"/>
    <w:rsid w:val="00FE1E0F"/>
    <w:rsid w:val="00FE2B74"/>
    <w:rsid w:val="00FE68F9"/>
    <w:rsid w:val="00FF1A59"/>
    <w:rsid w:val="00FF201E"/>
    <w:rsid w:val="00FF7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67"/>
    <w:pPr>
      <w:ind w:firstLine="567"/>
      <w:jc w:val="both"/>
    </w:pPr>
    <w:rPr>
      <w:sz w:val="26"/>
      <w:lang w:eastAsia="en-US"/>
    </w:rPr>
  </w:style>
  <w:style w:type="paragraph" w:styleId="Heading1">
    <w:name w:val="heading 1"/>
    <w:basedOn w:val="Normal"/>
    <w:next w:val="Normal"/>
    <w:qFormat/>
    <w:rsid w:val="00B51F67"/>
    <w:pPr>
      <w:keepNext/>
      <w:ind w:firstLine="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qFormat/>
    <w:rsid w:val="00B51F67"/>
    <w:pPr>
      <w:keepNext/>
      <w:ind w:firstLine="0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B51F67"/>
    <w:pPr>
      <w:keepNext/>
      <w:spacing w:line="360" w:lineRule="auto"/>
      <w:ind w:firstLine="0"/>
      <w:outlineLvl w:val="2"/>
    </w:pPr>
    <w:rPr>
      <w:b/>
      <w:bCs/>
      <w:caps/>
      <w:sz w:val="24"/>
    </w:rPr>
  </w:style>
  <w:style w:type="paragraph" w:styleId="Heading4">
    <w:name w:val="heading 4"/>
    <w:basedOn w:val="Normal"/>
    <w:next w:val="Normal"/>
    <w:qFormat/>
    <w:rsid w:val="00B51F67"/>
    <w:pPr>
      <w:keepNext/>
      <w:ind w:firstLine="0"/>
      <w:jc w:val="left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51F67"/>
    <w:pPr>
      <w:keepNext/>
      <w:spacing w:line="360" w:lineRule="auto"/>
      <w:ind w:right="567"/>
      <w:jc w:val="center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B51F67"/>
    <w:pPr>
      <w:keepNext/>
      <w:spacing w:line="360" w:lineRule="auto"/>
      <w:ind w:right="567" w:firstLine="0"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B51F67"/>
    <w:pPr>
      <w:keepNext/>
      <w:spacing w:line="360" w:lineRule="auto"/>
      <w:ind w:right="567" w:firstLine="0"/>
      <w:outlineLvl w:val="6"/>
    </w:pPr>
    <w:rPr>
      <w:b/>
      <w:bCs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1F6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51F67"/>
    <w:pPr>
      <w:tabs>
        <w:tab w:val="center" w:pos="4153"/>
        <w:tab w:val="right" w:pos="8306"/>
      </w:tabs>
    </w:pPr>
  </w:style>
  <w:style w:type="character" w:styleId="Hyperlink">
    <w:name w:val="Hyperlink"/>
    <w:rsid w:val="00B51F67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B51F67"/>
    <w:pPr>
      <w:framePr w:w="4751" w:hSpace="181" w:wrap="around" w:vAnchor="page" w:hAnchor="page" w:x="4320" w:y="4465"/>
      <w:tabs>
        <w:tab w:val="left" w:leader="underscore" w:pos="2127"/>
        <w:tab w:val="left" w:leader="underscore" w:pos="4536"/>
      </w:tabs>
      <w:ind w:firstLine="0"/>
      <w:jc w:val="center"/>
    </w:pPr>
    <w:rPr>
      <w:sz w:val="18"/>
    </w:rPr>
  </w:style>
  <w:style w:type="paragraph" w:styleId="BodyText">
    <w:name w:val="Body Text"/>
    <w:basedOn w:val="Normal"/>
    <w:rsid w:val="00B51F67"/>
    <w:pPr>
      <w:tabs>
        <w:tab w:val="left" w:pos="142"/>
        <w:tab w:val="left" w:pos="1418"/>
        <w:tab w:val="left" w:pos="1843"/>
        <w:tab w:val="left" w:pos="2552"/>
        <w:tab w:val="left" w:pos="5387"/>
        <w:tab w:val="left" w:pos="8364"/>
        <w:tab w:val="center" w:pos="8931"/>
        <w:tab w:val="left" w:pos="9498"/>
      </w:tabs>
      <w:ind w:firstLine="0"/>
    </w:pPr>
    <w:rPr>
      <w:sz w:val="18"/>
    </w:rPr>
  </w:style>
  <w:style w:type="paragraph" w:styleId="BodyTextIndent">
    <w:name w:val="Body Text Indent"/>
    <w:basedOn w:val="Normal"/>
    <w:rsid w:val="00B51F67"/>
    <w:pPr>
      <w:spacing w:line="360" w:lineRule="auto"/>
      <w:ind w:firstLine="851"/>
    </w:pPr>
    <w:rPr>
      <w:sz w:val="24"/>
    </w:rPr>
  </w:style>
  <w:style w:type="paragraph" w:styleId="BodyTextIndent2">
    <w:name w:val="Body Text Indent 2"/>
    <w:basedOn w:val="Normal"/>
    <w:rsid w:val="00B51F67"/>
    <w:pPr>
      <w:spacing w:line="360" w:lineRule="auto"/>
      <w:ind w:firstLine="1134"/>
    </w:pPr>
    <w:rPr>
      <w:sz w:val="24"/>
    </w:rPr>
  </w:style>
  <w:style w:type="character" w:styleId="FollowedHyperlink">
    <w:name w:val="FollowedHyperlink"/>
    <w:rsid w:val="00B51F67"/>
    <w:rPr>
      <w:color w:val="800080"/>
      <w:u w:val="single"/>
    </w:rPr>
  </w:style>
  <w:style w:type="paragraph" w:styleId="BodyTextIndent3">
    <w:name w:val="Body Text Indent 3"/>
    <w:basedOn w:val="Normal"/>
    <w:rsid w:val="00B51F67"/>
  </w:style>
  <w:style w:type="character" w:customStyle="1" w:styleId="category1">
    <w:name w:val="category1"/>
    <w:rsid w:val="00B51F67"/>
    <w:rPr>
      <w:rFonts w:ascii="Verdana" w:hAnsi="Verdana" w:hint="default"/>
      <w:b/>
      <w:bCs/>
      <w:color w:val="000000"/>
      <w:sz w:val="9"/>
      <w:szCs w:val="9"/>
    </w:rPr>
  </w:style>
  <w:style w:type="paragraph" w:styleId="BalloonText">
    <w:name w:val="Balloon Text"/>
    <w:basedOn w:val="Normal"/>
    <w:semiHidden/>
    <w:rsid w:val="00B51F67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5770C9"/>
    <w:rPr>
      <w:sz w:val="26"/>
      <w:lang w:eastAsia="en-US"/>
    </w:rPr>
  </w:style>
  <w:style w:type="character" w:customStyle="1" w:styleId="uficommentbody">
    <w:name w:val="uficommentbody"/>
    <w:basedOn w:val="DefaultParagraphFont"/>
    <w:rsid w:val="00326F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augesta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aminta.baranauskiene@prienai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97\Templates\Saviv.mero%20firmini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9BB18-CAE9-45B9-BF2A-F68FF083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Saviv.mero firminis</Template>
  <TotalTime>1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Adresatas</vt:lpstr>
      <vt:lpstr>Adresatas</vt:lpstr>
    </vt:vector>
  </TitlesOfParts>
  <Company/>
  <LinksUpToDate>false</LinksUpToDate>
  <CharactersWithSpaces>1678</CharactersWithSpaces>
  <SharedDoc>false</SharedDoc>
  <HLinks>
    <vt:vector size="12" baseType="variant">
      <vt:variant>
        <vt:i4>6291477</vt:i4>
      </vt:variant>
      <vt:variant>
        <vt:i4>3</vt:i4>
      </vt:variant>
      <vt:variant>
        <vt:i4>0</vt:i4>
      </vt:variant>
      <vt:variant>
        <vt:i4>5</vt:i4>
      </vt:variant>
      <vt:variant>
        <vt:lpwstr>mailto:raminta.baranauskiene@prienai.lt</vt:lpwstr>
      </vt:variant>
      <vt:variant>
        <vt:lpwstr/>
      </vt:variant>
      <vt:variant>
        <vt:i4>2228246</vt:i4>
      </vt:variant>
      <vt:variant>
        <vt:i4>0</vt:i4>
      </vt:variant>
      <vt:variant>
        <vt:i4>0</vt:i4>
      </vt:variant>
      <vt:variant>
        <vt:i4>5</vt:i4>
      </vt:variant>
      <vt:variant>
        <vt:lpwstr>mailto:justas@daugesta.lt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Adresatas</dc:title>
  <dc:creator>Prienai</dc:creator>
  <cp:lastModifiedBy>Juozas</cp:lastModifiedBy>
  <cp:revision>4</cp:revision>
  <cp:lastPrinted>2019-08-28T07:46:00Z</cp:lastPrinted>
  <dcterms:created xsi:type="dcterms:W3CDTF">2020-07-28T10:33:00Z</dcterms:created>
  <dcterms:modified xsi:type="dcterms:W3CDTF">2020-07-28T11:44:00Z</dcterms:modified>
</cp:coreProperties>
</file>